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39B60F8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D64197">
        <w:rPr>
          <w:rFonts w:ascii="Corbel" w:hAnsi="Corbel"/>
          <w:i/>
          <w:smallCaps/>
          <w:sz w:val="24"/>
          <w:szCs w:val="24"/>
        </w:rPr>
        <w:t>2019-2022</w:t>
      </w:r>
    </w:p>
    <w:p w14:paraId="30789E6E" w14:textId="5BC821B8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D64197">
        <w:rPr>
          <w:rFonts w:ascii="Corbel" w:hAnsi="Corbel"/>
          <w:sz w:val="20"/>
          <w:szCs w:val="20"/>
        </w:rPr>
        <w:t>1/</w:t>
      </w:r>
      <w:r w:rsidR="0098200B">
        <w:rPr>
          <w:rFonts w:ascii="Corbel" w:hAnsi="Corbel"/>
          <w:sz w:val="20"/>
          <w:szCs w:val="20"/>
        </w:rPr>
        <w:t>202</w:t>
      </w:r>
      <w:r w:rsidR="00D64197">
        <w:rPr>
          <w:rFonts w:ascii="Corbel" w:hAnsi="Corbel"/>
          <w:sz w:val="20"/>
          <w:szCs w:val="20"/>
        </w:rPr>
        <w:t>2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5216F21C" w:rsidR="0085747A" w:rsidRPr="003533C8" w:rsidRDefault="003533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33C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148FB786" w:rsidR="00015B8F" w:rsidRPr="009C54AE" w:rsidRDefault="003533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1071C9EC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1CE4D876" w:rsidR="0085747A" w:rsidRPr="009C54AE" w:rsidRDefault="003533C8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7A81954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4719827F" w:rsidR="00C61DC5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533C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9491B" w14:textId="77777777" w:rsidR="00A47D36" w:rsidRDefault="00A47D36" w:rsidP="00C16ABF">
      <w:pPr>
        <w:spacing w:after="0" w:line="240" w:lineRule="auto"/>
      </w:pPr>
      <w:r>
        <w:separator/>
      </w:r>
    </w:p>
  </w:endnote>
  <w:endnote w:type="continuationSeparator" w:id="0">
    <w:p w14:paraId="0068A1E0" w14:textId="77777777" w:rsidR="00A47D36" w:rsidRDefault="00A47D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9B70F1" w14:textId="77777777" w:rsidR="00A47D36" w:rsidRDefault="00A47D36" w:rsidP="00C16ABF">
      <w:pPr>
        <w:spacing w:after="0" w:line="240" w:lineRule="auto"/>
      </w:pPr>
      <w:r>
        <w:separator/>
      </w:r>
    </w:p>
  </w:footnote>
  <w:footnote w:type="continuationSeparator" w:id="0">
    <w:p w14:paraId="5B895F22" w14:textId="77777777" w:rsidR="00A47D36" w:rsidRDefault="00A47D36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C8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4B0E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47D3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E01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197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CD060-4126-4A8C-9AC1-025389E721D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2FCCE6-E610-4A16-9225-9C66B3EF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14</cp:revision>
  <cp:lastPrinted>2019-02-06T12:12:00Z</cp:lastPrinted>
  <dcterms:created xsi:type="dcterms:W3CDTF">2020-11-13T09:42:00Z</dcterms:created>
  <dcterms:modified xsi:type="dcterms:W3CDTF">2020-12-11T20:05:00Z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